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DD9C0" w14:textId="77777777" w:rsidR="00E83CBF" w:rsidRDefault="00E83CBF">
      <w:bookmarkStart w:id="0" w:name="_GoBack"/>
      <w:bookmarkEnd w:id="0"/>
    </w:p>
    <w:p w14:paraId="37A76CDF" w14:textId="77777777" w:rsidR="00E83CBF" w:rsidRDefault="00E83CBF">
      <w:r>
        <w:rPr>
          <w:noProof/>
        </w:rPr>
        <w:drawing>
          <wp:anchor distT="0" distB="0" distL="0" distR="0" simplePos="0" relativeHeight="251659264" behindDoc="0" locked="0" layoutInCell="0" allowOverlap="1" wp14:anchorId="227D5454" wp14:editId="3D18E020">
            <wp:simplePos x="0" y="0"/>
            <wp:positionH relativeFrom="page">
              <wp:posOffset>899795</wp:posOffset>
            </wp:positionH>
            <wp:positionV relativeFrom="paragraph">
              <wp:posOffset>0</wp:posOffset>
            </wp:positionV>
            <wp:extent cx="2352675" cy="85344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0883D9" w14:textId="77777777" w:rsidR="00E83CBF" w:rsidRPr="00E83CBF" w:rsidRDefault="00E83CBF" w:rsidP="00E83CBF"/>
    <w:p w14:paraId="3AB6F7B2" w14:textId="77777777" w:rsidR="00E83CBF" w:rsidRPr="00E83CBF" w:rsidRDefault="00E83CBF" w:rsidP="00E83CBF"/>
    <w:p w14:paraId="184935AB" w14:textId="77777777" w:rsidR="00E83CBF" w:rsidRPr="00E83CBF" w:rsidRDefault="00E83CBF" w:rsidP="00E83CBF"/>
    <w:p w14:paraId="4B9C97F8" w14:textId="77777777" w:rsidR="00EF3F45" w:rsidRDefault="00EF3F45" w:rsidP="00EF3F45">
      <w:pPr>
        <w:pStyle w:val="Default"/>
      </w:pPr>
    </w:p>
    <w:p w14:paraId="0B01CB16" w14:textId="119BF35C" w:rsidR="00E83CBF" w:rsidRPr="00EF3F45" w:rsidRDefault="005B09E0" w:rsidP="005B09E0">
      <w:pPr>
        <w:pStyle w:val="Corpsdetexte"/>
        <w:jc w:val="right"/>
        <w:rPr>
          <w:rFonts w:ascii="Arial" w:hAnsi="Arial" w:cs="Arial"/>
          <w:b/>
          <w:sz w:val="22"/>
          <w:szCs w:val="22"/>
        </w:rPr>
      </w:pPr>
      <w:r w:rsidRPr="005B09E0">
        <w:rPr>
          <w:rFonts w:ascii="Times" w:eastAsia="Times New Roman" w:hAnsi="Times" w:cs="Times New Roman"/>
          <w:b/>
          <w:bCs/>
          <w:color w:val="000000"/>
          <w:spacing w:val="20"/>
          <w:sz w:val="28"/>
          <w:szCs w:val="28"/>
          <w:u w:val="single"/>
          <w:lang w:eastAsia="fr-FR"/>
        </w:rPr>
        <w:t>MARCHE N°</w:t>
      </w:r>
      <w:r w:rsidRPr="005B09E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fr-FR"/>
        </w:rPr>
        <w:t>2026BAIMT02LIA</w:t>
      </w:r>
    </w:p>
    <w:p w14:paraId="5ED8C3B6" w14:textId="77777777" w:rsidR="00E83CBF" w:rsidRPr="00EF3F45" w:rsidRDefault="00E83CBF" w:rsidP="005B09E0">
      <w:pPr>
        <w:pStyle w:val="Corpsdetexte"/>
        <w:jc w:val="right"/>
        <w:rPr>
          <w:rFonts w:ascii="Arial" w:hAnsi="Arial" w:cs="Arial"/>
          <w:b/>
          <w:sz w:val="22"/>
          <w:szCs w:val="22"/>
        </w:rPr>
      </w:pPr>
    </w:p>
    <w:p w14:paraId="3CD90A37" w14:textId="77777777" w:rsidR="00EF3F45" w:rsidRPr="00EF3F45" w:rsidRDefault="00EF3F45" w:rsidP="00EF3F45">
      <w:pPr>
        <w:spacing w:line="288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EF3F45">
        <w:rPr>
          <w:rFonts w:ascii="Arial" w:hAnsi="Arial" w:cs="Arial"/>
          <w:b/>
          <w:sz w:val="28"/>
          <w:lang w:val="fr-CA"/>
        </w:rPr>
        <w:t xml:space="preserve"> </w:t>
      </w:r>
    </w:p>
    <w:p w14:paraId="6D69A570" w14:textId="77777777" w:rsidR="00B8342E" w:rsidRPr="003257A6" w:rsidRDefault="00B8342E" w:rsidP="00B8342E">
      <w:pPr>
        <w:pStyle w:val="Corpsdetexte"/>
        <w:jc w:val="center"/>
        <w:rPr>
          <w:rFonts w:ascii="Arial" w:hAnsi="Arial" w:cs="Arial"/>
          <w:b/>
        </w:rPr>
      </w:pPr>
    </w:p>
    <w:p w14:paraId="08FCA224" w14:textId="77777777" w:rsidR="00B8342E" w:rsidRPr="003257A6" w:rsidRDefault="00B8342E" w:rsidP="00B8342E">
      <w:pPr>
        <w:pStyle w:val="Corpsdetexte"/>
        <w:jc w:val="center"/>
        <w:rPr>
          <w:rFonts w:ascii="Arial" w:hAnsi="Arial" w:cs="Arial"/>
          <w:b/>
        </w:rPr>
      </w:pPr>
    </w:p>
    <w:p w14:paraId="5EE4FAA5" w14:textId="0530F780" w:rsidR="00B8342E" w:rsidRPr="005B09E0" w:rsidRDefault="005B09E0" w:rsidP="005B09E0">
      <w:pPr>
        <w:autoSpaceDE w:val="0"/>
        <w:autoSpaceDN w:val="0"/>
        <w:adjustRightInd w:val="0"/>
        <w:spacing w:line="288" w:lineRule="auto"/>
        <w:jc w:val="center"/>
        <w:rPr>
          <w:rFonts w:ascii="Tahoma" w:eastAsia="Calibri" w:hAnsi="Tahoma" w:cs="Tahoma"/>
          <w:b/>
          <w:bCs/>
          <w:sz w:val="32"/>
          <w:szCs w:val="32"/>
        </w:rPr>
      </w:pPr>
      <w:r>
        <w:rPr>
          <w:rFonts w:ascii="Tahoma" w:eastAsia="Calibri" w:hAnsi="Tahoma" w:cs="Tahoma"/>
          <w:b/>
          <w:bCs/>
          <w:sz w:val="32"/>
          <w:szCs w:val="32"/>
        </w:rPr>
        <w:t>CREATION D’UNE LIAISON ENTRE LES BATIMENTS CISIT ET TMD</w:t>
      </w:r>
    </w:p>
    <w:p w14:paraId="1170754B" w14:textId="77777777" w:rsidR="00E83CBF" w:rsidRPr="00EF3F45" w:rsidRDefault="00E83CBF" w:rsidP="00EF3F45">
      <w:pPr>
        <w:spacing w:before="271" w:line="288" w:lineRule="auto"/>
        <w:ind w:left="3544" w:right="715" w:hanging="2833"/>
        <w:jc w:val="center"/>
        <w:rPr>
          <w:rFonts w:ascii="Arial" w:hAnsi="Arial" w:cs="Arial"/>
          <w:b/>
        </w:rPr>
      </w:pPr>
    </w:p>
    <w:p w14:paraId="2250808F" w14:textId="77777777" w:rsidR="00E83CBF" w:rsidRPr="00EF3F45" w:rsidRDefault="00E83CBF" w:rsidP="00E83CBF">
      <w:pPr>
        <w:pStyle w:val="Corpsdetexte"/>
        <w:spacing w:before="4"/>
        <w:rPr>
          <w:rFonts w:ascii="Arial" w:hAnsi="Arial" w:cs="Arial"/>
          <w:b/>
          <w:sz w:val="22"/>
          <w:szCs w:val="22"/>
        </w:rPr>
      </w:pPr>
      <w:r w:rsidRPr="00EF3F45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26035" distL="0" distR="11430" simplePos="0" relativeHeight="251661312" behindDoc="0" locked="0" layoutInCell="0" allowOverlap="1" wp14:anchorId="7E5AFBA5" wp14:editId="0374E8D9">
                <wp:simplePos x="0" y="0"/>
                <wp:positionH relativeFrom="page">
                  <wp:posOffset>1676400</wp:posOffset>
                </wp:positionH>
                <wp:positionV relativeFrom="paragraph">
                  <wp:posOffset>385445</wp:posOffset>
                </wp:positionV>
                <wp:extent cx="5053965" cy="409575"/>
                <wp:effectExtent l="0" t="3810" r="2540" b="2540"/>
                <wp:wrapTopAndBottom/>
                <wp:docPr id="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4040" cy="40968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71582B5" w14:textId="77777777" w:rsidR="00E83CBF" w:rsidRDefault="00E83CBF" w:rsidP="00E83CBF">
                            <w:pPr>
                              <w:pStyle w:val="Contenudecadre"/>
                              <w:spacing w:before="16" w:line="290" w:lineRule="auto"/>
                              <w:ind w:left="4536" w:right="1571" w:hanging="429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ATTESTATION DE VISITE DES LOCAUX </w:t>
                            </w:r>
                          </w:p>
                        </w:txbxContent>
                      </wps:txbx>
                      <wps:bodyPr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5AFBA5" id="Text Box 6" o:spid="_x0000_s1026" style="position:absolute;margin-left:132pt;margin-top:30.35pt;width:397.95pt;height:32.25pt;z-index:251661312;visibility:visible;mso-wrap-style:square;mso-wrap-distance-left:0;mso-wrap-distance-top:0;mso-wrap-distance-right:.9pt;mso-wrap-distance-bottom:2.0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" o:allowincell="f" filled="f" strokeweight=".18mm">
                <v:textbox inset="0,0,0,0">
                  <w:txbxContent>
                    <w:p w14:paraId="371582B5" w14:textId="77777777" w:rsidR="00E83CBF" w:rsidRDefault="00E83CBF" w:rsidP="00E83CBF">
                      <w:pPr>
                        <w:pStyle w:val="Contenudecadre"/>
                        <w:spacing w:before="16" w:line="290" w:lineRule="auto"/>
                        <w:ind w:left="4536" w:right="1571" w:hanging="429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ATTESTATION DE VISITE DES LOCAUX 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0560BE47" w14:textId="77777777" w:rsidR="00E83CBF" w:rsidRPr="00EF3F45" w:rsidRDefault="00E83CBF" w:rsidP="00E83CBF">
      <w:pPr>
        <w:ind w:right="-1"/>
        <w:rPr>
          <w:rFonts w:ascii="Arial" w:eastAsia="Times New Roman" w:hAnsi="Arial" w:cs="Arial"/>
          <w:lang w:val="fr-CA"/>
        </w:rPr>
      </w:pPr>
    </w:p>
    <w:p w14:paraId="6B70527A" w14:textId="77777777" w:rsidR="00FC524D" w:rsidRPr="00EF3F45" w:rsidRDefault="00A36EE5" w:rsidP="00E83CBF">
      <w:pPr>
        <w:tabs>
          <w:tab w:val="left" w:pos="1582"/>
        </w:tabs>
        <w:rPr>
          <w:rFonts w:ascii="Arial" w:hAnsi="Arial" w:cs="Arial"/>
        </w:rPr>
      </w:pPr>
    </w:p>
    <w:p w14:paraId="4F19045C" w14:textId="77777777" w:rsidR="00E83CBF" w:rsidRPr="00EF3F45" w:rsidRDefault="00E83CBF" w:rsidP="00E83CBF">
      <w:pPr>
        <w:tabs>
          <w:tab w:val="left" w:pos="1582"/>
        </w:tabs>
        <w:rPr>
          <w:rFonts w:ascii="Arial" w:hAnsi="Arial" w:cs="Arial"/>
        </w:rPr>
      </w:pPr>
    </w:p>
    <w:p w14:paraId="0DC928F3" w14:textId="02662077" w:rsidR="00E83CBF" w:rsidRPr="00EF3F45" w:rsidRDefault="00E83CBF" w:rsidP="00E83CBF">
      <w:pPr>
        <w:tabs>
          <w:tab w:val="left" w:pos="1582"/>
        </w:tabs>
        <w:rPr>
          <w:rFonts w:ascii="Arial" w:hAnsi="Arial" w:cs="Arial"/>
        </w:rPr>
      </w:pPr>
      <w:r w:rsidRPr="00EF3F45">
        <w:rPr>
          <w:rFonts w:ascii="Arial" w:hAnsi="Arial" w:cs="Arial"/>
        </w:rPr>
        <w:t xml:space="preserve">Je soussigné Monsieur </w:t>
      </w:r>
      <w:r w:rsidR="005B09E0">
        <w:rPr>
          <w:rFonts w:ascii="Arial" w:hAnsi="Arial" w:cs="Arial"/>
        </w:rPr>
        <w:t>Dante GINGALI</w:t>
      </w:r>
      <w:r w:rsidRPr="00EF3F45">
        <w:rPr>
          <w:rFonts w:ascii="Arial" w:hAnsi="Arial" w:cs="Arial"/>
        </w:rPr>
        <w:t xml:space="preserve"> </w:t>
      </w:r>
      <w:r w:rsidR="005B09E0">
        <w:rPr>
          <w:rFonts w:ascii="Arial" w:hAnsi="Arial" w:cs="Arial"/>
        </w:rPr>
        <w:t>responsable du Service Patrimoine (</w:t>
      </w:r>
      <w:r w:rsidRPr="00EF3F45">
        <w:rPr>
          <w:rFonts w:ascii="Arial" w:hAnsi="Arial" w:cs="Arial"/>
        </w:rPr>
        <w:t>Direction de la Maintenance de la Logistique et du Patrimoine</w:t>
      </w:r>
      <w:r w:rsidR="005B09E0">
        <w:rPr>
          <w:rFonts w:ascii="Arial" w:hAnsi="Arial" w:cs="Arial"/>
        </w:rPr>
        <w:t>)</w:t>
      </w:r>
      <w:r w:rsidRPr="00EF3F45">
        <w:rPr>
          <w:rFonts w:ascii="Arial" w:hAnsi="Arial" w:cs="Arial"/>
        </w:rPr>
        <w:t xml:space="preserve"> de l’U</w:t>
      </w:r>
      <w:r w:rsidR="005B09E0">
        <w:rPr>
          <w:rFonts w:ascii="Arial" w:hAnsi="Arial" w:cs="Arial"/>
        </w:rPr>
        <w:t>niversité Polytechniques Hauts-de-France</w:t>
      </w:r>
    </w:p>
    <w:p w14:paraId="7934987D" w14:textId="77777777" w:rsidR="00E83CBF" w:rsidRPr="00EF3F45" w:rsidRDefault="00E83CBF" w:rsidP="00E83CBF">
      <w:pPr>
        <w:tabs>
          <w:tab w:val="left" w:pos="1582"/>
        </w:tabs>
        <w:rPr>
          <w:rFonts w:ascii="Arial" w:hAnsi="Arial" w:cs="Arial"/>
        </w:rPr>
      </w:pPr>
      <w:r w:rsidRPr="00EF3F45">
        <w:rPr>
          <w:rFonts w:ascii="Arial" w:hAnsi="Arial" w:cs="Arial"/>
        </w:rPr>
        <w:t>Avoir reçu</w:t>
      </w:r>
      <w:r w:rsidR="00EF3F45">
        <w:rPr>
          <w:rFonts w:ascii="Arial" w:hAnsi="Arial" w:cs="Arial"/>
        </w:rPr>
        <w:t xml:space="preserve"> : </w:t>
      </w:r>
    </w:p>
    <w:p w14:paraId="71CAE5AC" w14:textId="77777777" w:rsidR="00EF3F45" w:rsidRDefault="00E83CBF" w:rsidP="00E83CBF">
      <w:pPr>
        <w:tabs>
          <w:tab w:val="left" w:pos="1582"/>
        </w:tabs>
        <w:rPr>
          <w:rFonts w:ascii="Arial" w:hAnsi="Arial" w:cs="Arial"/>
        </w:rPr>
      </w:pPr>
      <w:r w:rsidRPr="00EF3F45">
        <w:rPr>
          <w:rFonts w:ascii="Arial" w:hAnsi="Arial" w:cs="Arial"/>
        </w:rPr>
        <w:t xml:space="preserve">Au nom de </w:t>
      </w:r>
      <w:r w:rsidR="00EF3F45">
        <w:rPr>
          <w:rFonts w:ascii="Arial" w:hAnsi="Arial" w:cs="Arial"/>
        </w:rPr>
        <w:t xml:space="preserve">l’entreprise : </w:t>
      </w:r>
    </w:p>
    <w:p w14:paraId="0FD9F7D7" w14:textId="77777777" w:rsidR="00E83CBF" w:rsidRPr="00EF3F45" w:rsidRDefault="00EF3F45" w:rsidP="00E83CBF">
      <w:pPr>
        <w:tabs>
          <w:tab w:val="left" w:pos="158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Pour la </w:t>
      </w:r>
      <w:r w:rsidR="00E83CBF" w:rsidRPr="00EF3F45">
        <w:rPr>
          <w:rFonts w:ascii="Arial" w:hAnsi="Arial" w:cs="Arial"/>
        </w:rPr>
        <w:t>visite des locaux en date du</w:t>
      </w:r>
      <w:r>
        <w:rPr>
          <w:rFonts w:ascii="Arial" w:hAnsi="Arial" w:cs="Arial"/>
        </w:rPr>
        <w:t xml:space="preserve"> : </w:t>
      </w:r>
    </w:p>
    <w:p w14:paraId="3805AC6D" w14:textId="77777777" w:rsidR="00E83CBF" w:rsidRPr="00EF3F45" w:rsidRDefault="00E83CBF" w:rsidP="00E83CBF">
      <w:pPr>
        <w:tabs>
          <w:tab w:val="left" w:pos="1582"/>
        </w:tabs>
        <w:rPr>
          <w:rFonts w:ascii="Arial" w:hAnsi="Arial" w:cs="Arial"/>
        </w:rPr>
      </w:pPr>
    </w:p>
    <w:p w14:paraId="4CB4A9B6" w14:textId="77777777" w:rsidR="00E83CBF" w:rsidRPr="00EF3F45" w:rsidRDefault="00E83CBF" w:rsidP="00E83CBF">
      <w:pPr>
        <w:tabs>
          <w:tab w:val="left" w:pos="1582"/>
        </w:tabs>
        <w:rPr>
          <w:rFonts w:ascii="Arial" w:hAnsi="Arial" w:cs="Arial"/>
        </w:rPr>
      </w:pPr>
    </w:p>
    <w:p w14:paraId="49DF9C55" w14:textId="2B814369" w:rsidR="00E83CBF" w:rsidRPr="00EF3F45" w:rsidRDefault="00E83CBF" w:rsidP="00E83CBF">
      <w:pPr>
        <w:tabs>
          <w:tab w:val="left" w:pos="1582"/>
        </w:tabs>
        <w:rPr>
          <w:rFonts w:ascii="Arial" w:hAnsi="Arial" w:cs="Arial"/>
        </w:rPr>
      </w:pPr>
      <w:r w:rsidRPr="00EF3F45">
        <w:rPr>
          <w:rFonts w:ascii="Arial" w:hAnsi="Arial" w:cs="Arial"/>
        </w:rPr>
        <w:t xml:space="preserve">Signature de Monsieur </w:t>
      </w:r>
      <w:r w:rsidR="005B09E0">
        <w:rPr>
          <w:rFonts w:ascii="Arial" w:hAnsi="Arial" w:cs="Arial"/>
        </w:rPr>
        <w:t>Dante GINGALI</w:t>
      </w:r>
      <w:r w:rsidRPr="00EF3F45">
        <w:rPr>
          <w:rFonts w:ascii="Arial" w:hAnsi="Arial" w:cs="Arial"/>
        </w:rPr>
        <w:tab/>
      </w:r>
      <w:r w:rsidRPr="00EF3F45">
        <w:rPr>
          <w:rFonts w:ascii="Arial" w:hAnsi="Arial" w:cs="Arial"/>
        </w:rPr>
        <w:tab/>
      </w:r>
      <w:r w:rsidRPr="00EF3F45">
        <w:rPr>
          <w:rFonts w:ascii="Arial" w:hAnsi="Arial" w:cs="Arial"/>
        </w:rPr>
        <w:tab/>
        <w:t xml:space="preserve">Signature de </w:t>
      </w:r>
      <w:r w:rsidR="00EF3F45" w:rsidRPr="00EF3F45">
        <w:rPr>
          <w:rFonts w:ascii="Arial" w:hAnsi="Arial" w:cs="Arial"/>
        </w:rPr>
        <w:t>l’entreprise</w:t>
      </w:r>
    </w:p>
    <w:sectPr w:rsidR="00E83CBF" w:rsidRPr="00EF3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CBF"/>
    <w:rsid w:val="00017069"/>
    <w:rsid w:val="002554A3"/>
    <w:rsid w:val="005A43CC"/>
    <w:rsid w:val="005B09E0"/>
    <w:rsid w:val="0066599A"/>
    <w:rsid w:val="00A039F0"/>
    <w:rsid w:val="00A36EE5"/>
    <w:rsid w:val="00B626D3"/>
    <w:rsid w:val="00B8342E"/>
    <w:rsid w:val="00E83CBF"/>
    <w:rsid w:val="00EF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CC401"/>
  <w15:chartTrackingRefBased/>
  <w15:docId w15:val="{B1A18B35-6CD0-4DAD-BE26-F753BEAE5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rpsdetexteCar">
    <w:name w:val="Corps de texte Car"/>
    <w:basedOn w:val="Policepardfaut"/>
    <w:link w:val="Corpsdetexte"/>
    <w:uiPriority w:val="1"/>
    <w:qFormat/>
    <w:rsid w:val="00E83CBF"/>
    <w:rPr>
      <w:rFonts w:ascii="Tahoma" w:eastAsia="Tahoma" w:hAnsi="Tahoma" w:cs="Tahoma"/>
      <w:sz w:val="20"/>
      <w:szCs w:val="20"/>
    </w:rPr>
  </w:style>
  <w:style w:type="paragraph" w:styleId="Corpsdetexte">
    <w:name w:val="Body Text"/>
    <w:basedOn w:val="Normal"/>
    <w:link w:val="CorpsdetexteCar"/>
    <w:uiPriority w:val="1"/>
    <w:qFormat/>
    <w:rsid w:val="00E83CBF"/>
    <w:pPr>
      <w:widowControl w:val="0"/>
      <w:suppressAutoHyphens/>
      <w:spacing w:after="0" w:line="240" w:lineRule="auto"/>
    </w:pPr>
    <w:rPr>
      <w:rFonts w:ascii="Tahoma" w:eastAsia="Tahoma" w:hAnsi="Tahoma" w:cs="Tahoma"/>
      <w:sz w:val="20"/>
      <w:szCs w:val="20"/>
    </w:rPr>
  </w:style>
  <w:style w:type="character" w:customStyle="1" w:styleId="CorpsdetexteCar1">
    <w:name w:val="Corps de texte Car1"/>
    <w:basedOn w:val="Policepardfaut"/>
    <w:uiPriority w:val="99"/>
    <w:semiHidden/>
    <w:rsid w:val="00E83CBF"/>
  </w:style>
  <w:style w:type="paragraph" w:customStyle="1" w:styleId="Contenudecadre">
    <w:name w:val="Contenu de cadre"/>
    <w:basedOn w:val="Normal"/>
    <w:qFormat/>
    <w:rsid w:val="00E83CBF"/>
    <w:pPr>
      <w:widowControl w:val="0"/>
      <w:suppressAutoHyphens/>
      <w:spacing w:after="0" w:line="240" w:lineRule="auto"/>
    </w:pPr>
    <w:rPr>
      <w:rFonts w:ascii="Tahoma" w:eastAsia="Tahoma" w:hAnsi="Tahoma" w:cs="Tahoma"/>
    </w:rPr>
  </w:style>
  <w:style w:type="paragraph" w:customStyle="1" w:styleId="Default">
    <w:name w:val="Default"/>
    <w:rsid w:val="00EF3F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FE4B47FD</Template>
  <TotalTime>1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uphf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boulinguiez</dc:creator>
  <cp:keywords/>
  <dc:description/>
  <cp:lastModifiedBy>Julie Boulinguiez</cp:lastModifiedBy>
  <cp:revision>2</cp:revision>
  <cp:lastPrinted>2025-07-08T08:54:00Z</cp:lastPrinted>
  <dcterms:created xsi:type="dcterms:W3CDTF">2026-01-27T13:27:00Z</dcterms:created>
  <dcterms:modified xsi:type="dcterms:W3CDTF">2026-01-27T13:27:00Z</dcterms:modified>
</cp:coreProperties>
</file>